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pPr w:leftFromText="141" w:rightFromText="141" w:tblpY="480"/>
        <w:tblW w:w="9496" w:type="dxa"/>
        <w:tblLook w:val="04A0" w:firstRow="1" w:lastRow="0" w:firstColumn="1" w:lastColumn="0" w:noHBand="0" w:noVBand="1"/>
      </w:tblPr>
      <w:tblGrid>
        <w:gridCol w:w="9496"/>
      </w:tblGrid>
      <w:tr w:rsidR="00EF04F8" w:rsidRPr="00380135" w14:paraId="0950E090" w14:textId="77777777" w:rsidTr="00BA5813">
        <w:trPr>
          <w:trHeight w:val="717"/>
        </w:trPr>
        <w:tc>
          <w:tcPr>
            <w:tcW w:w="9496" w:type="dxa"/>
            <w:shd w:val="clear" w:color="auto" w:fill="A8D08D" w:themeFill="accent6" w:themeFillTint="99"/>
          </w:tcPr>
          <w:p w14:paraId="02BCBE9A" w14:textId="77777777" w:rsidR="00EF04F8" w:rsidRPr="00380135" w:rsidRDefault="00EF04F8" w:rsidP="00BA581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80135">
              <w:rPr>
                <w:rFonts w:cstheme="minorHAnsi"/>
                <w:b/>
                <w:sz w:val="24"/>
                <w:szCs w:val="24"/>
              </w:rPr>
              <w:t>Čestné prohlášení dodavatele</w:t>
            </w:r>
          </w:p>
          <w:p w14:paraId="1DE8DC1C" w14:textId="77777777" w:rsidR="00EF04F8" w:rsidRPr="00380135" w:rsidRDefault="00C5003C" w:rsidP="001839D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80135">
              <w:rPr>
                <w:rFonts w:cstheme="minorHAnsi"/>
                <w:b/>
                <w:sz w:val="24"/>
                <w:szCs w:val="24"/>
              </w:rPr>
              <w:t>Seznam referencí</w:t>
            </w:r>
          </w:p>
        </w:tc>
      </w:tr>
    </w:tbl>
    <w:p w14:paraId="7EC3BC3D" w14:textId="77777777" w:rsidR="00E56AD8" w:rsidRPr="00380135" w:rsidRDefault="00E56AD8" w:rsidP="00E56AD8">
      <w:pPr>
        <w:jc w:val="center"/>
        <w:rPr>
          <w:rFonts w:cstheme="minorHAnsi"/>
          <w:b/>
          <w:sz w:val="24"/>
          <w:szCs w:val="24"/>
        </w:rPr>
      </w:pPr>
    </w:p>
    <w:p w14:paraId="36197EC0" w14:textId="77777777" w:rsidR="00BA5813" w:rsidRPr="00380135" w:rsidRDefault="00BA5813" w:rsidP="00E56AD8">
      <w:pPr>
        <w:jc w:val="center"/>
        <w:rPr>
          <w:rFonts w:cstheme="minorHAnsi"/>
          <w:b/>
          <w:sz w:val="24"/>
          <w:szCs w:val="24"/>
        </w:rPr>
      </w:pPr>
    </w:p>
    <w:p w14:paraId="0B2058B4" w14:textId="70DAE029" w:rsidR="00E56AD8" w:rsidRPr="00380135" w:rsidRDefault="00E56AD8" w:rsidP="00842D64">
      <w:pPr>
        <w:jc w:val="center"/>
        <w:rPr>
          <w:rFonts w:cstheme="minorHAnsi"/>
          <w:b/>
          <w:sz w:val="24"/>
          <w:szCs w:val="24"/>
        </w:rPr>
      </w:pPr>
      <w:r w:rsidRPr="00380135">
        <w:rPr>
          <w:rFonts w:cstheme="minorHAnsi"/>
          <w:b/>
          <w:sz w:val="24"/>
          <w:szCs w:val="24"/>
        </w:rPr>
        <w:t>„</w:t>
      </w:r>
      <w:r w:rsidR="00380135">
        <w:rPr>
          <w:rFonts w:cstheme="minorHAnsi"/>
          <w:b/>
          <w:color w:val="000000"/>
          <w:sz w:val="24"/>
          <w:szCs w:val="24"/>
        </w:rPr>
        <w:t>Veřejná infrastruktura Nad Statkem</w:t>
      </w:r>
    </w:p>
    <w:tbl>
      <w:tblPr>
        <w:tblStyle w:val="Mkatabulky"/>
        <w:tblW w:w="9076" w:type="dxa"/>
        <w:tblLook w:val="04A0" w:firstRow="1" w:lastRow="0" w:firstColumn="1" w:lastColumn="0" w:noHBand="0" w:noVBand="1"/>
      </w:tblPr>
      <w:tblGrid>
        <w:gridCol w:w="2125"/>
        <w:gridCol w:w="6951"/>
      </w:tblGrid>
      <w:tr w:rsidR="00E56AD8" w:rsidRPr="00380135" w14:paraId="755C4CBF" w14:textId="77777777" w:rsidTr="00834A95">
        <w:trPr>
          <w:trHeight w:val="404"/>
        </w:trPr>
        <w:tc>
          <w:tcPr>
            <w:tcW w:w="2125" w:type="dxa"/>
            <w:vAlign w:val="center"/>
          </w:tcPr>
          <w:p w14:paraId="72F7B9C5" w14:textId="77777777" w:rsidR="00E56AD8" w:rsidRPr="00380135" w:rsidRDefault="00E56AD8" w:rsidP="00EF04F8">
            <w:pPr>
              <w:rPr>
                <w:rFonts w:cstheme="minorHAnsi"/>
                <w:b/>
                <w:sz w:val="24"/>
                <w:szCs w:val="24"/>
              </w:rPr>
            </w:pPr>
            <w:r w:rsidRPr="00380135">
              <w:rPr>
                <w:rFonts w:cstheme="minorHAnsi"/>
                <w:b/>
                <w:sz w:val="24"/>
                <w:szCs w:val="24"/>
              </w:rPr>
              <w:t>Název uchazeče</w:t>
            </w:r>
          </w:p>
        </w:tc>
        <w:tc>
          <w:tcPr>
            <w:tcW w:w="6951" w:type="dxa"/>
            <w:vAlign w:val="center"/>
          </w:tcPr>
          <w:p w14:paraId="249EA63E" w14:textId="77777777" w:rsidR="00E56AD8" w:rsidRPr="00380135" w:rsidRDefault="00897CB6" w:rsidP="00834A95">
            <w:pPr>
              <w:rPr>
                <w:rFonts w:cstheme="minorHAnsi"/>
                <w:sz w:val="24"/>
                <w:szCs w:val="24"/>
              </w:rPr>
            </w:pPr>
            <w:r w:rsidRPr="00380135">
              <w:rPr>
                <w:rFonts w:cstheme="minorHAns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E56AD8" w:rsidRPr="00380135" w14:paraId="0155D9B5" w14:textId="77777777" w:rsidTr="00834A95">
        <w:trPr>
          <w:trHeight w:val="404"/>
        </w:trPr>
        <w:tc>
          <w:tcPr>
            <w:tcW w:w="2125" w:type="dxa"/>
            <w:vAlign w:val="center"/>
          </w:tcPr>
          <w:p w14:paraId="70F92C60" w14:textId="77777777" w:rsidR="00E56AD8" w:rsidRPr="00380135" w:rsidRDefault="00E56AD8" w:rsidP="00EF04F8">
            <w:pPr>
              <w:rPr>
                <w:rFonts w:cstheme="minorHAnsi"/>
                <w:b/>
                <w:sz w:val="24"/>
                <w:szCs w:val="24"/>
              </w:rPr>
            </w:pPr>
            <w:r w:rsidRPr="00380135">
              <w:rPr>
                <w:rFonts w:cstheme="minorHAnsi"/>
                <w:b/>
                <w:sz w:val="24"/>
                <w:szCs w:val="24"/>
              </w:rPr>
              <w:t>Sídlo</w:t>
            </w:r>
          </w:p>
        </w:tc>
        <w:tc>
          <w:tcPr>
            <w:tcW w:w="6951" w:type="dxa"/>
            <w:vAlign w:val="center"/>
          </w:tcPr>
          <w:p w14:paraId="22285BC8" w14:textId="77777777" w:rsidR="00E56AD8" w:rsidRPr="00380135" w:rsidRDefault="00897CB6" w:rsidP="00834A95">
            <w:pPr>
              <w:rPr>
                <w:rFonts w:cstheme="minorHAnsi"/>
                <w:sz w:val="24"/>
                <w:szCs w:val="24"/>
              </w:rPr>
            </w:pPr>
            <w:r w:rsidRPr="00380135">
              <w:rPr>
                <w:rFonts w:cstheme="minorHAns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E56AD8" w:rsidRPr="00380135" w14:paraId="6DB25174" w14:textId="77777777" w:rsidTr="00834A95">
        <w:trPr>
          <w:trHeight w:val="404"/>
        </w:trPr>
        <w:tc>
          <w:tcPr>
            <w:tcW w:w="2125" w:type="dxa"/>
            <w:vAlign w:val="center"/>
          </w:tcPr>
          <w:p w14:paraId="558DA442" w14:textId="77777777" w:rsidR="00E56AD8" w:rsidRPr="00380135" w:rsidRDefault="00E56AD8" w:rsidP="00EF04F8">
            <w:pPr>
              <w:rPr>
                <w:rFonts w:cstheme="minorHAnsi"/>
                <w:b/>
                <w:sz w:val="24"/>
                <w:szCs w:val="24"/>
              </w:rPr>
            </w:pPr>
            <w:r w:rsidRPr="00380135">
              <w:rPr>
                <w:rFonts w:cstheme="minorHAnsi"/>
                <w:b/>
                <w:sz w:val="24"/>
                <w:szCs w:val="24"/>
              </w:rPr>
              <w:t>IČ</w:t>
            </w:r>
          </w:p>
        </w:tc>
        <w:tc>
          <w:tcPr>
            <w:tcW w:w="6951" w:type="dxa"/>
            <w:vAlign w:val="center"/>
          </w:tcPr>
          <w:p w14:paraId="35E357F6" w14:textId="77777777" w:rsidR="00E56AD8" w:rsidRPr="00380135" w:rsidRDefault="00897CB6" w:rsidP="00834A95">
            <w:pPr>
              <w:rPr>
                <w:rFonts w:cstheme="minorHAnsi"/>
                <w:sz w:val="24"/>
                <w:szCs w:val="24"/>
              </w:rPr>
            </w:pPr>
            <w:r w:rsidRPr="00380135">
              <w:rPr>
                <w:rFonts w:cstheme="minorHAns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E56AD8" w:rsidRPr="00380135" w14:paraId="67961CAE" w14:textId="77777777" w:rsidTr="00834A95">
        <w:trPr>
          <w:trHeight w:val="404"/>
        </w:trPr>
        <w:tc>
          <w:tcPr>
            <w:tcW w:w="2125" w:type="dxa"/>
            <w:vAlign w:val="center"/>
          </w:tcPr>
          <w:p w14:paraId="6CEBCE37" w14:textId="77777777" w:rsidR="00E56AD8" w:rsidRPr="00380135" w:rsidRDefault="00E56AD8" w:rsidP="00EF04F8">
            <w:pPr>
              <w:rPr>
                <w:rFonts w:cstheme="minorHAnsi"/>
                <w:b/>
                <w:sz w:val="24"/>
                <w:szCs w:val="24"/>
              </w:rPr>
            </w:pPr>
            <w:r w:rsidRPr="00380135">
              <w:rPr>
                <w:rFonts w:cstheme="minorHAnsi"/>
                <w:b/>
                <w:sz w:val="24"/>
                <w:szCs w:val="24"/>
              </w:rPr>
              <w:t>DIČ</w:t>
            </w:r>
          </w:p>
        </w:tc>
        <w:tc>
          <w:tcPr>
            <w:tcW w:w="6951" w:type="dxa"/>
            <w:vAlign w:val="center"/>
          </w:tcPr>
          <w:p w14:paraId="2D531695" w14:textId="77777777" w:rsidR="00E56AD8" w:rsidRPr="00380135" w:rsidRDefault="00897CB6" w:rsidP="00834A95">
            <w:pPr>
              <w:rPr>
                <w:rFonts w:cstheme="minorHAnsi"/>
                <w:sz w:val="24"/>
                <w:szCs w:val="24"/>
              </w:rPr>
            </w:pPr>
            <w:r w:rsidRPr="00380135">
              <w:rPr>
                <w:rFonts w:cstheme="minorHAns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</w:tbl>
    <w:p w14:paraId="04D73527" w14:textId="77777777" w:rsidR="00E56AD8" w:rsidRPr="00380135" w:rsidRDefault="00E56AD8">
      <w:pPr>
        <w:rPr>
          <w:rFonts w:cstheme="minorHAnsi"/>
          <w:sz w:val="24"/>
          <w:szCs w:val="24"/>
        </w:rPr>
      </w:pPr>
    </w:p>
    <w:p w14:paraId="4F1EC8E6" w14:textId="7CE9A87E" w:rsidR="00E56AD8" w:rsidRPr="00380135" w:rsidRDefault="00E56AD8">
      <w:pPr>
        <w:rPr>
          <w:rFonts w:cstheme="minorHAnsi"/>
          <w:sz w:val="24"/>
          <w:szCs w:val="24"/>
        </w:rPr>
      </w:pPr>
      <w:r w:rsidRPr="00380135">
        <w:rPr>
          <w:rFonts w:cstheme="minorHAnsi"/>
          <w:sz w:val="24"/>
          <w:szCs w:val="24"/>
        </w:rPr>
        <w:t>Výše specifikovaný dodavatel čestně prohlašuje, že níže</w:t>
      </w:r>
      <w:r w:rsidR="00CB7F30" w:rsidRPr="00380135">
        <w:rPr>
          <w:rFonts w:cstheme="minorHAnsi"/>
          <w:sz w:val="24"/>
          <w:szCs w:val="24"/>
        </w:rPr>
        <w:t xml:space="preserve"> uvedený seznam referencí</w:t>
      </w:r>
      <w:r w:rsidRPr="00380135">
        <w:rPr>
          <w:rFonts w:cstheme="minorHAnsi"/>
          <w:sz w:val="24"/>
          <w:szCs w:val="24"/>
        </w:rPr>
        <w:t xml:space="preserve"> byl reali</w:t>
      </w:r>
      <w:r w:rsidR="00842D64" w:rsidRPr="00380135">
        <w:rPr>
          <w:rFonts w:cstheme="minorHAnsi"/>
          <w:sz w:val="24"/>
          <w:szCs w:val="24"/>
        </w:rPr>
        <w:t xml:space="preserve">zován dodavatelem v posledních </w:t>
      </w:r>
      <w:r w:rsidR="000B57CB" w:rsidRPr="00380135">
        <w:rPr>
          <w:rFonts w:cstheme="minorHAnsi"/>
          <w:sz w:val="24"/>
          <w:szCs w:val="24"/>
        </w:rPr>
        <w:t>3</w:t>
      </w:r>
      <w:r w:rsidRPr="00380135">
        <w:rPr>
          <w:rFonts w:cstheme="minorHAnsi"/>
          <w:sz w:val="24"/>
          <w:szCs w:val="24"/>
        </w:rPr>
        <w:t xml:space="preserve"> letech:</w:t>
      </w:r>
    </w:p>
    <w:p w14:paraId="6B0DEE14" w14:textId="77777777" w:rsidR="00E56AD8" w:rsidRPr="00380135" w:rsidRDefault="00E56AD8">
      <w:pPr>
        <w:rPr>
          <w:rFonts w:cstheme="minorHAnsi"/>
          <w:b/>
          <w:sz w:val="24"/>
          <w:szCs w:val="24"/>
        </w:rPr>
      </w:pPr>
      <w:r w:rsidRPr="00380135">
        <w:rPr>
          <w:rFonts w:cstheme="minorHAnsi"/>
          <w:b/>
          <w:sz w:val="24"/>
          <w:szCs w:val="24"/>
        </w:rPr>
        <w:t xml:space="preserve">1. </w:t>
      </w:r>
      <w:r w:rsidR="00842D64" w:rsidRPr="00380135">
        <w:rPr>
          <w:rFonts w:cstheme="minorHAnsi"/>
          <w:b/>
          <w:sz w:val="24"/>
          <w:szCs w:val="24"/>
        </w:rPr>
        <w:t xml:space="preserve">Název: </w:t>
      </w:r>
      <w:r w:rsidR="00897CB6" w:rsidRPr="00380135">
        <w:rPr>
          <w:rFonts w:cstheme="minorHAnsi"/>
          <w:b/>
          <w:color w:val="000000"/>
          <w:sz w:val="24"/>
          <w:szCs w:val="24"/>
          <w:highlight w:val="yellow"/>
          <w:lang w:eastAsia="cs-CZ"/>
        </w:rPr>
        <w:t>(k doplnění)</w:t>
      </w:r>
    </w:p>
    <w:p w14:paraId="10735CE5" w14:textId="77777777" w:rsidR="00E56AD8" w:rsidRPr="00380135" w:rsidRDefault="00842D64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80135">
        <w:rPr>
          <w:rFonts w:cstheme="minorHAnsi"/>
          <w:sz w:val="24"/>
          <w:szCs w:val="24"/>
        </w:rPr>
        <w:t>Popis:</w:t>
      </w:r>
    </w:p>
    <w:p w14:paraId="34BF78C3" w14:textId="77777777" w:rsidR="00E56AD8" w:rsidRPr="00380135" w:rsidRDefault="00E56AD8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80135">
        <w:rPr>
          <w:rFonts w:cstheme="minorHAnsi"/>
          <w:sz w:val="24"/>
          <w:szCs w:val="24"/>
        </w:rPr>
        <w:t>Doba realizace</w:t>
      </w:r>
      <w:r w:rsidR="00842D64" w:rsidRPr="00380135">
        <w:rPr>
          <w:rFonts w:cstheme="minorHAnsi"/>
          <w:sz w:val="24"/>
          <w:szCs w:val="24"/>
        </w:rPr>
        <w:t>:</w:t>
      </w:r>
    </w:p>
    <w:p w14:paraId="308893D4" w14:textId="77777777" w:rsidR="00EF04F8" w:rsidRPr="00380135" w:rsidRDefault="00E56AD8" w:rsidP="00EF04F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80135">
        <w:rPr>
          <w:rFonts w:cstheme="minorHAnsi"/>
          <w:sz w:val="24"/>
          <w:szCs w:val="24"/>
        </w:rPr>
        <w:t>Cena</w:t>
      </w:r>
      <w:r w:rsidR="00842D64" w:rsidRPr="00380135">
        <w:rPr>
          <w:rFonts w:cstheme="minorHAnsi"/>
          <w:sz w:val="24"/>
          <w:szCs w:val="24"/>
        </w:rPr>
        <w:t>:</w:t>
      </w:r>
    </w:p>
    <w:p w14:paraId="029BEE55" w14:textId="77777777" w:rsidR="00842D64" w:rsidRPr="00380135" w:rsidRDefault="00842D64" w:rsidP="00EF04F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80135">
        <w:rPr>
          <w:rFonts w:cstheme="minorHAnsi"/>
          <w:sz w:val="24"/>
          <w:szCs w:val="24"/>
        </w:rPr>
        <w:t>Objednatel, kontaktní osoba</w:t>
      </w:r>
    </w:p>
    <w:p w14:paraId="3312DCD7" w14:textId="77777777" w:rsidR="00E56AD8" w:rsidRPr="00380135" w:rsidRDefault="00E56AD8" w:rsidP="00E56AD8">
      <w:pPr>
        <w:rPr>
          <w:rFonts w:cstheme="minorHAnsi"/>
          <w:sz w:val="24"/>
          <w:szCs w:val="24"/>
        </w:rPr>
      </w:pPr>
    </w:p>
    <w:p w14:paraId="75AEF327" w14:textId="77777777" w:rsidR="00E56AD8" w:rsidRPr="00380135" w:rsidRDefault="00E56AD8" w:rsidP="00E56AD8">
      <w:pPr>
        <w:rPr>
          <w:rFonts w:cstheme="minorHAnsi"/>
          <w:b/>
          <w:sz w:val="24"/>
          <w:szCs w:val="24"/>
        </w:rPr>
      </w:pPr>
      <w:r w:rsidRPr="00380135">
        <w:rPr>
          <w:rFonts w:cstheme="minorHAnsi"/>
          <w:b/>
          <w:sz w:val="24"/>
          <w:szCs w:val="24"/>
        </w:rPr>
        <w:t xml:space="preserve">2. </w:t>
      </w:r>
      <w:r w:rsidR="00842D64" w:rsidRPr="00380135">
        <w:rPr>
          <w:rFonts w:cstheme="minorHAnsi"/>
          <w:b/>
          <w:sz w:val="24"/>
          <w:szCs w:val="24"/>
        </w:rPr>
        <w:t>Název:</w:t>
      </w:r>
      <w:r w:rsidR="00897CB6" w:rsidRPr="00380135">
        <w:rPr>
          <w:rFonts w:cstheme="minorHAnsi"/>
          <w:b/>
          <w:color w:val="000000"/>
          <w:sz w:val="24"/>
          <w:szCs w:val="24"/>
          <w:highlight w:val="yellow"/>
          <w:lang w:eastAsia="cs-CZ"/>
        </w:rPr>
        <w:t xml:space="preserve"> (k doplnění)</w:t>
      </w:r>
    </w:p>
    <w:p w14:paraId="53B32836" w14:textId="77777777" w:rsidR="00E56AD8" w:rsidRPr="00380135" w:rsidRDefault="00E56AD8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80135">
        <w:rPr>
          <w:rFonts w:cstheme="minorHAnsi"/>
          <w:sz w:val="24"/>
          <w:szCs w:val="24"/>
        </w:rPr>
        <w:t xml:space="preserve">Popis </w:t>
      </w:r>
    </w:p>
    <w:p w14:paraId="1B1A8200" w14:textId="77777777" w:rsidR="00E56AD8" w:rsidRPr="00380135" w:rsidRDefault="00E56AD8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80135">
        <w:rPr>
          <w:rFonts w:cstheme="minorHAnsi"/>
          <w:sz w:val="24"/>
          <w:szCs w:val="24"/>
        </w:rPr>
        <w:t>Doba realizace</w:t>
      </w:r>
    </w:p>
    <w:p w14:paraId="62FA006E" w14:textId="77777777" w:rsidR="00E56AD8" w:rsidRPr="00380135" w:rsidRDefault="00E56AD8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80135">
        <w:rPr>
          <w:rFonts w:cstheme="minorHAnsi"/>
          <w:sz w:val="24"/>
          <w:szCs w:val="24"/>
        </w:rPr>
        <w:t>Cena</w:t>
      </w:r>
    </w:p>
    <w:p w14:paraId="2BEF7246" w14:textId="77777777" w:rsidR="00842D64" w:rsidRPr="00380135" w:rsidRDefault="00842D64" w:rsidP="00842D64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80135">
        <w:rPr>
          <w:rFonts w:cstheme="minorHAnsi"/>
          <w:sz w:val="24"/>
          <w:szCs w:val="24"/>
        </w:rPr>
        <w:t>Objednatel, kontaktní osoba</w:t>
      </w:r>
    </w:p>
    <w:p w14:paraId="1BFFBA01" w14:textId="77777777" w:rsidR="00973A40" w:rsidRPr="00380135" w:rsidRDefault="00973A40" w:rsidP="00973A40">
      <w:pPr>
        <w:pStyle w:val="Odstavecseseznamem"/>
        <w:rPr>
          <w:rFonts w:cstheme="minorHAnsi"/>
          <w:sz w:val="24"/>
          <w:szCs w:val="24"/>
        </w:rPr>
      </w:pPr>
    </w:p>
    <w:p w14:paraId="76D6E8BD" w14:textId="77777777" w:rsidR="00E56AD8" w:rsidRPr="00380135" w:rsidRDefault="00E56AD8" w:rsidP="00E56AD8">
      <w:pPr>
        <w:rPr>
          <w:rFonts w:cstheme="minorHAnsi"/>
          <w:sz w:val="24"/>
          <w:szCs w:val="24"/>
        </w:rPr>
      </w:pPr>
    </w:p>
    <w:p w14:paraId="2DABA14F" w14:textId="77777777" w:rsidR="00E56AD8" w:rsidRPr="00380135" w:rsidRDefault="00EF04F8" w:rsidP="00E56AD8">
      <w:pPr>
        <w:rPr>
          <w:rFonts w:cstheme="minorHAnsi"/>
          <w:sz w:val="24"/>
          <w:szCs w:val="24"/>
        </w:rPr>
      </w:pPr>
      <w:r w:rsidRPr="00380135">
        <w:rPr>
          <w:rFonts w:cstheme="minorHAnsi"/>
          <w:sz w:val="24"/>
          <w:szCs w:val="24"/>
        </w:rPr>
        <w:t xml:space="preserve">V </w:t>
      </w:r>
      <w:proofErr w:type="gramStart"/>
      <w:r w:rsidRPr="00380135">
        <w:rPr>
          <w:rFonts w:cstheme="minorHAnsi"/>
          <w:sz w:val="24"/>
          <w:szCs w:val="24"/>
        </w:rPr>
        <w:t>…</w:t>
      </w:r>
      <w:r w:rsidR="00897CB6" w:rsidRPr="00380135">
        <w:rPr>
          <w:rFonts w:cstheme="minorHAnsi"/>
          <w:b/>
          <w:color w:val="000000"/>
          <w:sz w:val="24"/>
          <w:szCs w:val="24"/>
          <w:highlight w:val="yellow"/>
          <w:lang w:eastAsia="cs-CZ"/>
        </w:rPr>
        <w:t>(</w:t>
      </w:r>
      <w:proofErr w:type="gramEnd"/>
      <w:r w:rsidR="00897CB6" w:rsidRPr="00380135">
        <w:rPr>
          <w:rFonts w:cstheme="minorHAnsi"/>
          <w:b/>
          <w:color w:val="000000"/>
          <w:sz w:val="24"/>
          <w:szCs w:val="24"/>
          <w:highlight w:val="yellow"/>
          <w:lang w:eastAsia="cs-CZ"/>
        </w:rPr>
        <w:t>k doplnění)</w:t>
      </w:r>
      <w:r w:rsidRPr="00380135">
        <w:rPr>
          <w:rFonts w:cstheme="minorHAnsi"/>
          <w:sz w:val="24"/>
          <w:szCs w:val="24"/>
        </w:rPr>
        <w:t>…</w:t>
      </w:r>
      <w:r w:rsidR="00E56AD8" w:rsidRPr="00380135">
        <w:rPr>
          <w:rFonts w:cstheme="minorHAnsi"/>
          <w:sz w:val="24"/>
          <w:szCs w:val="24"/>
        </w:rPr>
        <w:t xml:space="preserve">……., </w:t>
      </w:r>
      <w:r w:rsidR="00CB7F30" w:rsidRPr="00380135">
        <w:rPr>
          <w:rFonts w:cstheme="minorHAnsi"/>
          <w:sz w:val="24"/>
          <w:szCs w:val="24"/>
        </w:rPr>
        <w:t>dne…</w:t>
      </w:r>
      <w:r w:rsidR="00897CB6" w:rsidRPr="00380135">
        <w:rPr>
          <w:rFonts w:cstheme="minorHAnsi"/>
          <w:b/>
          <w:color w:val="000000"/>
          <w:sz w:val="24"/>
          <w:szCs w:val="24"/>
          <w:highlight w:val="yellow"/>
          <w:lang w:eastAsia="cs-CZ"/>
        </w:rPr>
        <w:t>(k doplnění)</w:t>
      </w:r>
      <w:r w:rsidR="00E56AD8" w:rsidRPr="00380135">
        <w:rPr>
          <w:rFonts w:cstheme="minorHAnsi"/>
          <w:sz w:val="24"/>
          <w:szCs w:val="24"/>
        </w:rPr>
        <w:tab/>
      </w:r>
      <w:r w:rsidR="00E56AD8" w:rsidRPr="00380135">
        <w:rPr>
          <w:rFonts w:cstheme="minorHAnsi"/>
          <w:sz w:val="24"/>
          <w:szCs w:val="24"/>
        </w:rPr>
        <w:tab/>
      </w:r>
      <w:r w:rsidR="00E56AD8" w:rsidRPr="00380135">
        <w:rPr>
          <w:rFonts w:cstheme="minorHAnsi"/>
          <w:sz w:val="24"/>
          <w:szCs w:val="24"/>
        </w:rPr>
        <w:tab/>
        <w:t xml:space="preserve">  ………</w:t>
      </w:r>
      <w:r w:rsidR="00897CB6" w:rsidRPr="00380135">
        <w:rPr>
          <w:rFonts w:cstheme="minorHAnsi"/>
          <w:b/>
          <w:color w:val="000000"/>
          <w:sz w:val="24"/>
          <w:szCs w:val="24"/>
          <w:highlight w:val="yellow"/>
          <w:lang w:eastAsia="cs-CZ"/>
        </w:rPr>
        <w:t>(k doplnění)</w:t>
      </w:r>
      <w:r w:rsidR="00E56AD8" w:rsidRPr="00380135">
        <w:rPr>
          <w:rFonts w:cstheme="minorHAnsi"/>
          <w:sz w:val="24"/>
          <w:szCs w:val="24"/>
        </w:rPr>
        <w:t>………………</w:t>
      </w:r>
    </w:p>
    <w:p w14:paraId="2C5816E9" w14:textId="060504C0" w:rsidR="00EF04F8" w:rsidRPr="00380135" w:rsidRDefault="00CB7F30" w:rsidP="00CB7F30">
      <w:pPr>
        <w:tabs>
          <w:tab w:val="left" w:pos="5940"/>
        </w:tabs>
        <w:spacing w:line="360" w:lineRule="auto"/>
        <w:rPr>
          <w:rFonts w:cstheme="minorHAnsi"/>
          <w:i/>
          <w:sz w:val="24"/>
          <w:szCs w:val="24"/>
        </w:rPr>
      </w:pPr>
      <w:r w:rsidRPr="00380135">
        <w:rPr>
          <w:rFonts w:cstheme="minorHAnsi"/>
          <w:i/>
          <w:sz w:val="24"/>
          <w:szCs w:val="24"/>
        </w:rPr>
        <w:t xml:space="preserve">                                                                                                   </w:t>
      </w:r>
      <w:r w:rsidRPr="00380135">
        <w:rPr>
          <w:rFonts w:cstheme="minorHAnsi"/>
          <w:i/>
          <w:sz w:val="18"/>
          <w:szCs w:val="18"/>
        </w:rPr>
        <w:t>jméno, příjmení a funkce oprávněné osoby jednat</w:t>
      </w:r>
      <w:r w:rsidRPr="00380135">
        <w:rPr>
          <w:rFonts w:cstheme="minorHAnsi"/>
          <w:i/>
          <w:sz w:val="18"/>
          <w:szCs w:val="18"/>
        </w:rPr>
        <w:br/>
        <w:t xml:space="preserve">                                                                                                   </w:t>
      </w:r>
    </w:p>
    <w:sectPr w:rsidR="00EF04F8" w:rsidRPr="00380135" w:rsidSect="00C9351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CD5DC" w14:textId="77777777" w:rsidR="00A7035E" w:rsidRDefault="00A7035E" w:rsidP="00BA5813">
      <w:pPr>
        <w:spacing w:after="0" w:line="240" w:lineRule="auto"/>
      </w:pPr>
      <w:r>
        <w:separator/>
      </w:r>
    </w:p>
  </w:endnote>
  <w:endnote w:type="continuationSeparator" w:id="0">
    <w:p w14:paraId="41C78DB7" w14:textId="77777777" w:rsidR="00A7035E" w:rsidRDefault="00A7035E" w:rsidP="00BA5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67C41" w14:textId="77777777" w:rsidR="00A7035E" w:rsidRDefault="00A7035E" w:rsidP="00BA5813">
      <w:pPr>
        <w:spacing w:after="0" w:line="240" w:lineRule="auto"/>
      </w:pPr>
      <w:r>
        <w:separator/>
      </w:r>
    </w:p>
  </w:footnote>
  <w:footnote w:type="continuationSeparator" w:id="0">
    <w:p w14:paraId="52AB3C41" w14:textId="77777777" w:rsidR="00A7035E" w:rsidRDefault="00A7035E" w:rsidP="00BA58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4F696" w14:textId="162B3A30" w:rsidR="00BA5813" w:rsidRPr="00834A95" w:rsidRDefault="00BA5813">
    <w:pPr>
      <w:pStyle w:val="Zhlav"/>
      <w:rPr>
        <w:i/>
        <w:iCs/>
      </w:rPr>
    </w:pPr>
    <w:r w:rsidRPr="00834A95">
      <w:rPr>
        <w:rFonts w:ascii="Times New Roman" w:hAnsi="Times New Roman" w:cs="Times New Roman"/>
        <w:i/>
        <w:iCs/>
      </w:rPr>
      <w:t>Příloha č. 2</w:t>
    </w:r>
    <w:r w:rsidR="00834A95" w:rsidRPr="00834A95">
      <w:rPr>
        <w:rFonts w:ascii="Times New Roman" w:hAnsi="Times New Roman" w:cs="Times New Roman"/>
        <w:i/>
        <w:iCs/>
      </w:rPr>
      <w:t>b – Seznam referencí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70526"/>
    <w:multiLevelType w:val="hybridMultilevel"/>
    <w:tmpl w:val="7B34D8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AD8"/>
    <w:rsid w:val="000B3029"/>
    <w:rsid w:val="000B57CB"/>
    <w:rsid w:val="001648BE"/>
    <w:rsid w:val="001839D8"/>
    <w:rsid w:val="0018582E"/>
    <w:rsid w:val="00380135"/>
    <w:rsid w:val="00407E41"/>
    <w:rsid w:val="004A7CEA"/>
    <w:rsid w:val="004D2745"/>
    <w:rsid w:val="005215D7"/>
    <w:rsid w:val="00754CD4"/>
    <w:rsid w:val="0077424F"/>
    <w:rsid w:val="007A262F"/>
    <w:rsid w:val="00832C27"/>
    <w:rsid w:val="00834A95"/>
    <w:rsid w:val="00842D64"/>
    <w:rsid w:val="00854FF9"/>
    <w:rsid w:val="00860CE1"/>
    <w:rsid w:val="00897CB6"/>
    <w:rsid w:val="00973A40"/>
    <w:rsid w:val="00984FBA"/>
    <w:rsid w:val="00A4796E"/>
    <w:rsid w:val="00A7035E"/>
    <w:rsid w:val="00BA5813"/>
    <w:rsid w:val="00C1687F"/>
    <w:rsid w:val="00C5003C"/>
    <w:rsid w:val="00C93513"/>
    <w:rsid w:val="00CB7F30"/>
    <w:rsid w:val="00CE2BE6"/>
    <w:rsid w:val="00E44640"/>
    <w:rsid w:val="00E56AD8"/>
    <w:rsid w:val="00EF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E094F"/>
  <w15:docId w15:val="{A87187AD-3A99-43DA-8312-2B6DF812A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9351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56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56A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A5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5813"/>
  </w:style>
  <w:style w:type="paragraph" w:styleId="Zpat">
    <w:name w:val="footer"/>
    <w:basedOn w:val="Normln"/>
    <w:link w:val="ZpatChar"/>
    <w:uiPriority w:val="99"/>
    <w:unhideWhenUsed/>
    <w:rsid w:val="00BA5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58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Božková</dc:creator>
  <cp:lastModifiedBy>Nikola Lukešová</cp:lastModifiedBy>
  <cp:revision>12</cp:revision>
  <dcterms:created xsi:type="dcterms:W3CDTF">2021-02-08T08:38:00Z</dcterms:created>
  <dcterms:modified xsi:type="dcterms:W3CDTF">2022-02-22T11:27:00Z</dcterms:modified>
</cp:coreProperties>
</file>